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6F4033" w:rsidRPr="006F4033" w14:paraId="0DFC16FA" w14:textId="77777777" w:rsidTr="009A1B7D">
        <w:trPr>
          <w:trHeight w:val="1905"/>
        </w:trPr>
        <w:tc>
          <w:tcPr>
            <w:tcW w:w="5245" w:type="dxa"/>
          </w:tcPr>
          <w:p w14:paraId="775E7835" w14:textId="77777777" w:rsidR="00D40650" w:rsidRPr="006F4033" w:rsidRDefault="00A73F17" w:rsidP="003F7348">
            <w:pPr>
              <w:pStyle w:val="TableContents"/>
              <w:spacing w:line="240" w:lineRule="auto"/>
              <w:rPr>
                <w:b/>
              </w:rPr>
            </w:pPr>
            <w:r w:rsidRPr="006F4033"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57C6673" wp14:editId="607305DE">
                  <wp:simplePos x="0" y="0"/>
                  <wp:positionH relativeFrom="page">
                    <wp:posOffset>-854710</wp:posOffset>
                  </wp:positionH>
                  <wp:positionV relativeFrom="page">
                    <wp:posOffset>9525</wp:posOffset>
                  </wp:positionV>
                  <wp:extent cx="2877820" cy="936625"/>
                  <wp:effectExtent l="0" t="0" r="0" b="0"/>
                  <wp:wrapNone/>
                  <wp:docPr id="2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riigihangete v-kom_vapp_est_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7820" cy="93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7" w:type="dxa"/>
          </w:tcPr>
          <w:p w14:paraId="7E368E40" w14:textId="77777777" w:rsidR="00BC1A62" w:rsidRPr="006F4033" w:rsidRDefault="00BC1A62" w:rsidP="003F7348">
            <w:pPr>
              <w:pStyle w:val="AK"/>
            </w:pPr>
          </w:p>
        </w:tc>
      </w:tr>
    </w:tbl>
    <w:p w14:paraId="6DD84E53" w14:textId="4229E0E2" w:rsidR="00AA1EFB" w:rsidRPr="002B40AE" w:rsidRDefault="00A4321F" w:rsidP="00AA1EFB">
      <w:pPr>
        <w:spacing w:line="240" w:lineRule="auto"/>
        <w:rPr>
          <w:bCs/>
          <w:noProof/>
          <w:color w:val="000000" w:themeColor="text1"/>
        </w:rPr>
      </w:pPr>
      <w:r w:rsidRPr="00A4321F">
        <w:rPr>
          <w:rStyle w:val="Hperlink"/>
          <w:color w:val="auto"/>
          <w:u w:val="none"/>
        </w:rPr>
        <w:t xml:space="preserve">Riigi Tugiteenuste Keskus    </w:t>
      </w:r>
      <w:r w:rsidR="00615A1D">
        <w:rPr>
          <w:rStyle w:val="Hperlink"/>
          <w:color w:val="auto"/>
          <w:u w:val="none"/>
        </w:rPr>
        <w:tab/>
      </w:r>
      <w:r w:rsidR="00615A1D">
        <w:rPr>
          <w:rStyle w:val="Hperlink"/>
          <w:color w:val="auto"/>
          <w:u w:val="none"/>
        </w:rPr>
        <w:tab/>
      </w:r>
      <w:r w:rsidR="006A0FF3">
        <w:rPr>
          <w:color w:val="000000" w:themeColor="text1"/>
        </w:rPr>
        <w:tab/>
      </w:r>
      <w:r w:rsidR="00980798">
        <w:rPr>
          <w:color w:val="000000" w:themeColor="text1"/>
        </w:rPr>
        <w:tab/>
      </w:r>
      <w:r w:rsidR="003160EA">
        <w:rPr>
          <w:color w:val="000000" w:themeColor="text1"/>
        </w:rPr>
        <w:t xml:space="preserve">     </w:t>
      </w:r>
      <w:r w:rsidR="004B2FDF">
        <w:rPr>
          <w:color w:val="000000" w:themeColor="text1"/>
        </w:rPr>
        <w:t xml:space="preserve"> </w:t>
      </w:r>
      <w:r w:rsidR="003160EA">
        <w:rPr>
          <w:color w:val="000000" w:themeColor="text1"/>
        </w:rPr>
        <w:t xml:space="preserve"> </w:t>
      </w:r>
      <w:r w:rsidR="001704FA" w:rsidRPr="00EB3898">
        <w:rPr>
          <w:color w:val="000000" w:themeColor="text1"/>
        </w:rPr>
        <w:t xml:space="preserve">Meie </w:t>
      </w:r>
      <w:r w:rsidR="00615A1D">
        <w:rPr>
          <w:color w:val="000000" w:themeColor="text1"/>
        </w:rPr>
        <w:t>13</w:t>
      </w:r>
      <w:r w:rsidR="001704FA">
        <w:rPr>
          <w:color w:val="000000" w:themeColor="text1"/>
        </w:rPr>
        <w:t>.</w:t>
      </w:r>
      <w:r>
        <w:rPr>
          <w:color w:val="000000" w:themeColor="text1"/>
        </w:rPr>
        <w:t>02</w:t>
      </w:r>
      <w:r w:rsidR="00E30840">
        <w:rPr>
          <w:color w:val="000000" w:themeColor="text1"/>
        </w:rPr>
        <w:t>.202</w:t>
      </w:r>
      <w:r>
        <w:rPr>
          <w:color w:val="000000" w:themeColor="text1"/>
        </w:rPr>
        <w:t>5</w:t>
      </w:r>
      <w:r w:rsidR="00E30840">
        <w:rPr>
          <w:color w:val="000000" w:themeColor="text1"/>
        </w:rPr>
        <w:t xml:space="preserve"> nr </w:t>
      </w:r>
      <w:r w:rsidR="00AA1EFB" w:rsidRPr="002B40AE">
        <w:rPr>
          <w:bCs/>
          <w:noProof/>
          <w:color w:val="000000" w:themeColor="text1"/>
        </w:rPr>
        <w:t>12.2-10</w:t>
      </w:r>
      <w:r w:rsidR="00AA1EFB" w:rsidRPr="00446375">
        <w:rPr>
          <w:bCs/>
          <w:noProof/>
        </w:rPr>
        <w:t>/</w:t>
      </w:r>
      <w:r w:rsidR="00615A1D">
        <w:rPr>
          <w:bCs/>
          <w:noProof/>
        </w:rPr>
        <w:t>2</w:t>
      </w:r>
      <w:r>
        <w:rPr>
          <w:bCs/>
          <w:noProof/>
        </w:rPr>
        <w:t>7</w:t>
      </w:r>
    </w:p>
    <w:p w14:paraId="16EE1CB8" w14:textId="23DBCAD4" w:rsidR="00600782" w:rsidRDefault="001704FA" w:rsidP="00E90432">
      <w:pPr>
        <w:spacing w:line="240" w:lineRule="auto"/>
      </w:pPr>
      <w:r w:rsidRPr="00010CEE">
        <w:rPr>
          <w:rStyle w:val="Hperlink"/>
          <w:color w:val="auto"/>
          <w:u w:val="none"/>
        </w:rPr>
        <w:t>e-post</w:t>
      </w:r>
      <w:r w:rsidRPr="00010CEE">
        <w:rPr>
          <w:rStyle w:val="Hperlink"/>
          <w:color w:val="1F497D" w:themeColor="text2"/>
          <w:u w:val="none"/>
        </w:rPr>
        <w:t>:</w:t>
      </w:r>
      <w:r w:rsidR="004B2FDF">
        <w:rPr>
          <w:rStyle w:val="Hperlink"/>
          <w:color w:val="1F497D" w:themeColor="text2"/>
          <w:u w:val="none"/>
        </w:rPr>
        <w:t xml:space="preserve"> </w:t>
      </w:r>
      <w:hyperlink r:id="rId9" w:history="1">
        <w:r w:rsidR="00A4321F" w:rsidRPr="006E3602">
          <w:rPr>
            <w:rStyle w:val="Hperlink"/>
          </w:rPr>
          <w:t>hanked@rtk.ee</w:t>
        </w:r>
      </w:hyperlink>
      <w:r w:rsidR="00615A1D">
        <w:t xml:space="preserve"> </w:t>
      </w:r>
    </w:p>
    <w:p w14:paraId="0226718D" w14:textId="418E1E1E" w:rsidR="00615A1D" w:rsidRDefault="00A4321F" w:rsidP="00A4321F">
      <w:pPr>
        <w:spacing w:line="240" w:lineRule="auto"/>
        <w:ind w:firstLine="709"/>
        <w:rPr>
          <w:rStyle w:val="Hperlink"/>
          <w:color w:val="1F497D" w:themeColor="text2"/>
          <w:u w:val="none"/>
        </w:rPr>
      </w:pPr>
      <w:hyperlink r:id="rId10" w:history="1">
        <w:r w:rsidRPr="006E3602">
          <w:rPr>
            <w:rStyle w:val="Hperlink"/>
          </w:rPr>
          <w:t>sandra.palu@rtk.ee</w:t>
        </w:r>
      </w:hyperlink>
      <w:r>
        <w:t xml:space="preserve"> </w:t>
      </w:r>
    </w:p>
    <w:p w14:paraId="0EBA96D7" w14:textId="77777777" w:rsidR="00AF28C7" w:rsidRDefault="00AF28C7" w:rsidP="00E90432">
      <w:pPr>
        <w:spacing w:line="240" w:lineRule="auto"/>
        <w:rPr>
          <w:color w:val="000000"/>
          <w:shd w:val="clear" w:color="auto" w:fill="FFFFFF"/>
        </w:rPr>
      </w:pPr>
    </w:p>
    <w:p w14:paraId="45E206BF" w14:textId="77777777" w:rsidR="00A4321F" w:rsidRDefault="00A4321F" w:rsidP="00E90432">
      <w:pPr>
        <w:spacing w:line="240" w:lineRule="auto"/>
        <w:rPr>
          <w:color w:val="000000"/>
          <w:shd w:val="clear" w:color="auto" w:fill="FFFFFF"/>
        </w:rPr>
      </w:pPr>
    </w:p>
    <w:p w14:paraId="776EB023" w14:textId="77777777" w:rsidR="001704FA" w:rsidRPr="006133C2" w:rsidRDefault="001704FA" w:rsidP="00E90432">
      <w:pPr>
        <w:spacing w:line="240" w:lineRule="auto"/>
        <w:ind w:right="-285"/>
        <w:rPr>
          <w:b/>
        </w:rPr>
      </w:pPr>
      <w:r w:rsidRPr="006133C2">
        <w:rPr>
          <w:b/>
        </w:rPr>
        <w:t>Vaidlustuse teade</w:t>
      </w:r>
    </w:p>
    <w:p w14:paraId="6C681DFB" w14:textId="77777777" w:rsidR="001704FA" w:rsidRPr="006133C2" w:rsidRDefault="001704FA" w:rsidP="00E90432">
      <w:pPr>
        <w:spacing w:line="240" w:lineRule="auto"/>
        <w:ind w:right="-285"/>
        <w:rPr>
          <w:color w:val="000000" w:themeColor="text1"/>
        </w:rPr>
      </w:pPr>
    </w:p>
    <w:p w14:paraId="1C73470B" w14:textId="40A3F5BB" w:rsidR="001704FA" w:rsidRDefault="001704FA" w:rsidP="00C91DB3">
      <w:pPr>
        <w:spacing w:line="240" w:lineRule="auto"/>
      </w:pPr>
      <w:r w:rsidRPr="006133C2">
        <w:rPr>
          <w:color w:val="000000" w:themeColor="text1"/>
        </w:rPr>
        <w:t>Teatame, et</w:t>
      </w:r>
      <w:r w:rsidR="00390254">
        <w:rPr>
          <w:color w:val="000000" w:themeColor="text1"/>
        </w:rPr>
        <w:t xml:space="preserve"> </w:t>
      </w:r>
      <w:r w:rsidR="00A4321F" w:rsidRPr="00A4321F">
        <w:rPr>
          <w:b/>
          <w:bCs/>
          <w:color w:val="000000" w:themeColor="text1"/>
        </w:rPr>
        <w:t xml:space="preserve">Aktsiaselts </w:t>
      </w:r>
      <w:proofErr w:type="spellStart"/>
      <w:r w:rsidR="00A4321F" w:rsidRPr="00A4321F">
        <w:rPr>
          <w:b/>
          <w:bCs/>
          <w:color w:val="000000" w:themeColor="text1"/>
        </w:rPr>
        <w:t>Atko</w:t>
      </w:r>
      <w:proofErr w:type="spellEnd"/>
      <w:r w:rsidR="00A4321F" w:rsidRPr="00A4321F">
        <w:rPr>
          <w:b/>
          <w:bCs/>
          <w:color w:val="000000" w:themeColor="text1"/>
        </w:rPr>
        <w:t xml:space="preserve"> Bussiliinid</w:t>
      </w:r>
      <w:r w:rsidR="00A4321F">
        <w:rPr>
          <w:b/>
          <w:bCs/>
          <w:color w:val="000000" w:themeColor="text1"/>
        </w:rPr>
        <w:t xml:space="preserve"> </w:t>
      </w:r>
      <w:r w:rsidRPr="006133C2">
        <w:rPr>
          <w:color w:val="000000" w:themeColor="text1"/>
        </w:rPr>
        <w:t xml:space="preserve">on </w:t>
      </w:r>
      <w:r w:rsidR="00615A1D">
        <w:rPr>
          <w:color w:val="000000" w:themeColor="text1"/>
        </w:rPr>
        <w:t>12</w:t>
      </w:r>
      <w:r w:rsidR="000F29B0">
        <w:rPr>
          <w:color w:val="000000" w:themeColor="text1"/>
        </w:rPr>
        <w:t>.</w:t>
      </w:r>
      <w:r w:rsidR="00A4321F">
        <w:rPr>
          <w:color w:val="000000" w:themeColor="text1"/>
        </w:rPr>
        <w:t>02</w:t>
      </w:r>
      <w:r w:rsidR="000F29B0">
        <w:rPr>
          <w:color w:val="000000" w:themeColor="text1"/>
        </w:rPr>
        <w:t>.202</w:t>
      </w:r>
      <w:r w:rsidR="00A4321F">
        <w:rPr>
          <w:color w:val="000000" w:themeColor="text1"/>
        </w:rPr>
        <w:t>5</w:t>
      </w:r>
      <w:r w:rsidR="000F29B0">
        <w:rPr>
          <w:color w:val="000000" w:themeColor="text1"/>
        </w:rPr>
        <w:t xml:space="preserve"> </w:t>
      </w:r>
      <w:r w:rsidR="00E14FA4">
        <w:rPr>
          <w:color w:val="000000" w:themeColor="text1"/>
        </w:rPr>
        <w:t>esitanud vaidlustus</w:t>
      </w:r>
      <w:r w:rsidR="0064636C">
        <w:rPr>
          <w:color w:val="000000" w:themeColor="text1"/>
        </w:rPr>
        <w:t>e</w:t>
      </w:r>
      <w:r w:rsidR="003A7A2E">
        <w:rPr>
          <w:color w:val="000000" w:themeColor="text1"/>
        </w:rPr>
        <w:t xml:space="preserve"> </w:t>
      </w:r>
      <w:r w:rsidR="00A4321F" w:rsidRPr="00A4321F">
        <w:rPr>
          <w:rStyle w:val="Hperlink"/>
          <w:color w:val="auto"/>
          <w:u w:val="none"/>
        </w:rPr>
        <w:t>Riigi Tugiteenuste Keskus</w:t>
      </w:r>
      <w:r w:rsidR="00A4321F">
        <w:rPr>
          <w:rStyle w:val="Hperlink"/>
          <w:color w:val="auto"/>
          <w:u w:val="none"/>
        </w:rPr>
        <w:t>e</w:t>
      </w:r>
      <w:r w:rsidR="00A4321F" w:rsidRPr="00A4321F">
        <w:rPr>
          <w:rStyle w:val="Hperlink"/>
          <w:color w:val="auto"/>
          <w:u w:val="none"/>
        </w:rPr>
        <w:t xml:space="preserve"> </w:t>
      </w:r>
      <w:r w:rsidR="001C7368">
        <w:rPr>
          <w:color w:val="000000" w:themeColor="text1"/>
        </w:rPr>
        <w:t>riigihankes</w:t>
      </w:r>
      <w:r w:rsidR="00C56513">
        <w:rPr>
          <w:color w:val="000000" w:themeColor="text1"/>
        </w:rPr>
        <w:t xml:space="preserve"> </w:t>
      </w:r>
      <w:r w:rsidRPr="006133C2">
        <w:rPr>
          <w:color w:val="000000" w:themeColor="text1"/>
        </w:rPr>
        <w:t>„</w:t>
      </w:r>
      <w:r w:rsidR="00A4321F" w:rsidRPr="00A4321F">
        <w:t>Avalik bussiliinivedu Viljandi maakonnas 2026-2034</w:t>
      </w:r>
      <w:r w:rsidR="00624560">
        <w:rPr>
          <w:color w:val="000000" w:themeColor="text1"/>
        </w:rPr>
        <w:t>“</w:t>
      </w:r>
      <w:r w:rsidR="00E14FA4">
        <w:t xml:space="preserve"> (viitenumber </w:t>
      </w:r>
      <w:r w:rsidR="00A4321F">
        <w:t>286130</w:t>
      </w:r>
      <w:r w:rsidRPr="006133C2">
        <w:t xml:space="preserve">) </w:t>
      </w:r>
      <w:r w:rsidR="00B95AA8">
        <w:rPr>
          <w:color w:val="000000" w:themeColor="text1"/>
        </w:rPr>
        <w:t>riigihanke alusdokumentide</w:t>
      </w:r>
      <w:r w:rsidR="00E853BC">
        <w:t>le</w:t>
      </w:r>
      <w:r w:rsidR="00D31CDF">
        <w:t xml:space="preserve"> </w:t>
      </w:r>
      <w:r w:rsidRPr="006133C2">
        <w:t>(vaidlustus</w:t>
      </w:r>
      <w:r w:rsidR="00815DAA">
        <w:t xml:space="preserve"> </w:t>
      </w:r>
      <w:r w:rsidRPr="006133C2">
        <w:t>lisatud).</w:t>
      </w:r>
      <w:r w:rsidR="00637F4E">
        <w:t xml:space="preserve"> </w:t>
      </w:r>
    </w:p>
    <w:p w14:paraId="0E435A28" w14:textId="77777777" w:rsidR="00981756" w:rsidRPr="00147760" w:rsidRDefault="00981756" w:rsidP="00C56513">
      <w:pPr>
        <w:pStyle w:val="Vahedeta"/>
        <w:rPr>
          <w:color w:val="000000" w:themeColor="text1"/>
        </w:rPr>
      </w:pPr>
    </w:p>
    <w:p w14:paraId="32E8BD6B" w14:textId="50AA48BD" w:rsidR="00C56513" w:rsidRPr="00441511" w:rsidRDefault="00C56513" w:rsidP="00C56513">
      <w:pPr>
        <w:pStyle w:val="Vahedeta"/>
        <w:rPr>
          <w:rFonts w:cs="Times New Roman"/>
          <w:color w:val="000000" w:themeColor="text1"/>
          <w:u w:val="single"/>
        </w:rPr>
      </w:pPr>
      <w:r w:rsidRPr="006133C2">
        <w:rPr>
          <w:rFonts w:cs="Times New Roman"/>
          <w:color w:val="000000"/>
          <w:szCs w:val="24"/>
        </w:rPr>
        <w:t xml:space="preserve">RHS </w:t>
      </w:r>
      <w:r w:rsidRPr="006133C2">
        <w:rPr>
          <w:rFonts w:cs="Times New Roman"/>
          <w:noProof/>
          <w:color w:val="000000"/>
          <w:szCs w:val="24"/>
        </w:rPr>
        <w:t>§ 194 l</w:t>
      </w:r>
      <w:r>
        <w:rPr>
          <w:rFonts w:cs="Times New Roman"/>
          <w:noProof/>
          <w:color w:val="000000"/>
          <w:szCs w:val="24"/>
        </w:rPr>
        <w:t>õi</w:t>
      </w:r>
      <w:r w:rsidR="006D3E2F">
        <w:rPr>
          <w:rFonts w:cs="Times New Roman"/>
          <w:noProof/>
          <w:color w:val="000000"/>
          <w:szCs w:val="24"/>
        </w:rPr>
        <w:t>ke</w:t>
      </w:r>
      <w:r>
        <w:rPr>
          <w:rFonts w:cs="Times New Roman"/>
          <w:noProof/>
          <w:color w:val="000000"/>
          <w:szCs w:val="24"/>
        </w:rPr>
        <w:t xml:space="preserve"> </w:t>
      </w:r>
      <w:r w:rsidRPr="006133C2">
        <w:rPr>
          <w:rFonts w:cs="Times New Roman"/>
          <w:noProof/>
          <w:color w:val="000000"/>
          <w:szCs w:val="24"/>
        </w:rPr>
        <w:t>5</w:t>
      </w:r>
      <w:r>
        <w:rPr>
          <w:rFonts w:cs="Times New Roman"/>
          <w:noProof/>
          <w:color w:val="000000"/>
          <w:szCs w:val="24"/>
        </w:rPr>
        <w:t xml:space="preserve"> </w:t>
      </w:r>
      <w:r w:rsidRPr="006133C2">
        <w:rPr>
          <w:rFonts w:cs="Times New Roman"/>
          <w:noProof/>
          <w:color w:val="000000"/>
          <w:szCs w:val="24"/>
        </w:rPr>
        <w:t xml:space="preserve">alusel palume </w:t>
      </w:r>
      <w:r w:rsidR="00A4321F" w:rsidRPr="00A4321F">
        <w:rPr>
          <w:rStyle w:val="Hperlink"/>
          <w:color w:val="auto"/>
          <w:u w:val="none"/>
        </w:rPr>
        <w:t>Riigi Tugiteenuste Keskus</w:t>
      </w:r>
      <w:r w:rsidR="00A4321F">
        <w:rPr>
          <w:rStyle w:val="Hperlink"/>
          <w:color w:val="auto"/>
          <w:u w:val="none"/>
        </w:rPr>
        <w:t>el</w:t>
      </w:r>
      <w:r w:rsidR="00A4321F" w:rsidRPr="00A4321F">
        <w:rPr>
          <w:rStyle w:val="Hperlink"/>
          <w:color w:val="auto"/>
          <w:u w:val="none"/>
        </w:rPr>
        <w:t xml:space="preserve"> </w:t>
      </w:r>
      <w:r w:rsidRPr="006133C2">
        <w:rPr>
          <w:rFonts w:cs="Times New Roman"/>
          <w:b/>
          <w:bCs/>
          <w:noProof/>
          <w:color w:val="000000"/>
          <w:szCs w:val="24"/>
        </w:rPr>
        <w:t>kolme tööpäeva</w:t>
      </w:r>
      <w:r w:rsidRPr="006133C2">
        <w:rPr>
          <w:rFonts w:cs="Times New Roman"/>
          <w:noProof/>
          <w:color w:val="000000"/>
          <w:szCs w:val="24"/>
        </w:rPr>
        <w:t xml:space="preserve"> jooksul, st </w:t>
      </w:r>
      <w:r w:rsidRPr="00595555">
        <w:rPr>
          <w:rFonts w:cs="Times New Roman"/>
          <w:noProof/>
          <w:color w:val="000000"/>
          <w:szCs w:val="24"/>
          <w:u w:val="single"/>
        </w:rPr>
        <w:t xml:space="preserve">hiljemalt </w:t>
      </w:r>
      <w:r w:rsidR="00615A1D">
        <w:rPr>
          <w:rFonts w:cs="Times New Roman"/>
          <w:b/>
          <w:bCs/>
          <w:noProof/>
          <w:color w:val="000000"/>
          <w:szCs w:val="24"/>
          <w:u w:val="single"/>
        </w:rPr>
        <w:t>18</w:t>
      </w:r>
      <w:r w:rsidRPr="00595555">
        <w:rPr>
          <w:rFonts w:cs="Times New Roman"/>
          <w:b/>
          <w:bCs/>
          <w:noProof/>
          <w:color w:val="000000"/>
          <w:szCs w:val="24"/>
          <w:u w:val="single"/>
        </w:rPr>
        <w:t>.</w:t>
      </w:r>
      <w:r w:rsidR="00A4321F">
        <w:rPr>
          <w:rFonts w:cs="Times New Roman"/>
          <w:b/>
          <w:bCs/>
          <w:noProof/>
          <w:color w:val="000000"/>
          <w:szCs w:val="24"/>
          <w:u w:val="single"/>
        </w:rPr>
        <w:t>02</w:t>
      </w:r>
      <w:r w:rsidRPr="00595555">
        <w:rPr>
          <w:rFonts w:cs="Times New Roman"/>
          <w:b/>
          <w:noProof/>
          <w:color w:val="000000"/>
          <w:szCs w:val="24"/>
          <w:u w:val="single"/>
        </w:rPr>
        <w:t>.202</w:t>
      </w:r>
      <w:r w:rsidR="00A4321F">
        <w:rPr>
          <w:rFonts w:cs="Times New Roman"/>
          <w:b/>
          <w:noProof/>
          <w:color w:val="000000"/>
          <w:szCs w:val="24"/>
          <w:u w:val="single"/>
        </w:rPr>
        <w:t>5</w:t>
      </w:r>
      <w:r w:rsidRPr="006133C2">
        <w:rPr>
          <w:rFonts w:cs="Times New Roman"/>
          <w:noProof/>
          <w:color w:val="000000"/>
          <w:szCs w:val="24"/>
        </w:rPr>
        <w:t xml:space="preserve">, esitada vaidlustuskomisjonile kirjalik vastus vaidlustuse kohta ning vaidlustuse lahendamiseks vajalikud dokumendid, mis pole kättesaadavad riigihangete registrist. </w:t>
      </w:r>
    </w:p>
    <w:p w14:paraId="25B7747C" w14:textId="77777777" w:rsidR="00C56513" w:rsidRPr="00B35F1B" w:rsidRDefault="00C56513" w:rsidP="00C56513">
      <w:pPr>
        <w:pStyle w:val="Vahedeta"/>
      </w:pPr>
    </w:p>
    <w:p w14:paraId="09FC7EE2" w14:textId="77777777" w:rsidR="00C56513" w:rsidRPr="00B35F1B" w:rsidRDefault="00C56513" w:rsidP="00C56513">
      <w:pPr>
        <w:pStyle w:val="Vahedeta"/>
      </w:pPr>
      <w:r>
        <w:t>Vastustes p</w:t>
      </w:r>
      <w:r w:rsidRPr="00B35F1B">
        <w:t>alume anda teada, kas taotletakse vaidlustuse läbivaatamist avalikul istungil või kirjalikus menetluses.</w:t>
      </w:r>
    </w:p>
    <w:p w14:paraId="369C62AB" w14:textId="77777777" w:rsidR="00C56513" w:rsidRDefault="00C56513" w:rsidP="00C56513">
      <w:pPr>
        <w:pStyle w:val="Vahedeta"/>
      </w:pPr>
    </w:p>
    <w:p w14:paraId="7EC923C6" w14:textId="074D30F4" w:rsidR="009F773F" w:rsidRPr="00B35F1B" w:rsidRDefault="000D74F0" w:rsidP="000D74F0">
      <w:pPr>
        <w:widowControl/>
        <w:suppressAutoHyphens w:val="0"/>
        <w:spacing w:line="240" w:lineRule="auto"/>
      </w:pPr>
      <w:r w:rsidRPr="00891418">
        <w:t xml:space="preserve">Hankijal palume ühe tööpäeva jooksul, st </w:t>
      </w:r>
      <w:r w:rsidRPr="006D3E2F">
        <w:rPr>
          <w:u w:val="single"/>
        </w:rPr>
        <w:t xml:space="preserve">hiljemalt </w:t>
      </w:r>
      <w:r w:rsidR="00615A1D" w:rsidRPr="006D3E2F">
        <w:rPr>
          <w:b/>
          <w:bCs/>
          <w:u w:val="single"/>
        </w:rPr>
        <w:t>14</w:t>
      </w:r>
      <w:r w:rsidRPr="006D3E2F">
        <w:rPr>
          <w:b/>
          <w:bCs/>
          <w:u w:val="single"/>
        </w:rPr>
        <w:t>.</w:t>
      </w:r>
      <w:r w:rsidR="00A4321F" w:rsidRPr="006D3E2F">
        <w:rPr>
          <w:b/>
          <w:bCs/>
          <w:u w:val="single"/>
        </w:rPr>
        <w:t>02</w:t>
      </w:r>
      <w:r w:rsidRPr="006D3E2F">
        <w:rPr>
          <w:b/>
          <w:bCs/>
          <w:u w:val="single"/>
        </w:rPr>
        <w:t>.202</w:t>
      </w:r>
      <w:r w:rsidR="00A4321F" w:rsidRPr="006D3E2F">
        <w:rPr>
          <w:b/>
          <w:bCs/>
          <w:u w:val="single"/>
        </w:rPr>
        <w:t>5</w:t>
      </w:r>
      <w:r w:rsidRPr="00891418">
        <w:t xml:space="preserve"> esitada oma seisukoht hankemenetluse peatamise taotluse kohta või teatada pakkumuste esitamise tähtpäeva edasilükkamisest. Tähtpäeva edasilükkamisel palume arvestada vaidlustusmenetluse kestvuse</w:t>
      </w:r>
      <w:r>
        <w:t xml:space="preserve"> </w:t>
      </w:r>
      <w:r w:rsidRPr="00891418">
        <w:t xml:space="preserve">ja kaebeõiguse realiseerimiks vajaliku ajaga. </w:t>
      </w:r>
      <w:r w:rsidRPr="00891418">
        <w:cr/>
      </w:r>
    </w:p>
    <w:p w14:paraId="03BE9D5E" w14:textId="77777777" w:rsidR="00D50919" w:rsidRDefault="00D50919" w:rsidP="00E90432">
      <w:pPr>
        <w:pStyle w:val="Vahedeta"/>
        <w:rPr>
          <w:rFonts w:cs="Times New Roman"/>
          <w:noProof/>
          <w:color w:val="000000"/>
          <w:szCs w:val="24"/>
        </w:rPr>
      </w:pPr>
    </w:p>
    <w:p w14:paraId="42A7C9C8" w14:textId="77777777" w:rsidR="000F29B0" w:rsidRPr="001B68F0" w:rsidRDefault="000F29B0" w:rsidP="00E90432">
      <w:pPr>
        <w:pStyle w:val="Vahedeta"/>
        <w:rPr>
          <w:rFonts w:cs="Times New Roman"/>
          <w:noProof/>
          <w:color w:val="000000"/>
          <w:szCs w:val="24"/>
        </w:rPr>
      </w:pPr>
    </w:p>
    <w:p w14:paraId="03043D68" w14:textId="3CF64ACC" w:rsidR="001704FA" w:rsidRPr="006133C2" w:rsidRDefault="001704FA" w:rsidP="00E90432">
      <w:pPr>
        <w:spacing w:line="240" w:lineRule="auto"/>
      </w:pPr>
      <w:r w:rsidRPr="006133C2">
        <w:rPr>
          <w:noProof/>
        </w:rPr>
        <w:t>L</w:t>
      </w:r>
      <w:proofErr w:type="spellStart"/>
      <w:r w:rsidR="00F15734" w:rsidRPr="006133C2">
        <w:t>ugupidamisega</w:t>
      </w:r>
      <w:proofErr w:type="spellEnd"/>
    </w:p>
    <w:p w14:paraId="0912DD45" w14:textId="77777777" w:rsidR="00F15734" w:rsidRDefault="00F15734" w:rsidP="00E90432">
      <w:pPr>
        <w:spacing w:line="240" w:lineRule="auto"/>
      </w:pPr>
    </w:p>
    <w:p w14:paraId="54B460CC" w14:textId="607524D5" w:rsidR="001704FA" w:rsidRPr="006133C2" w:rsidRDefault="001704FA" w:rsidP="00E90432">
      <w:pPr>
        <w:spacing w:line="240" w:lineRule="auto"/>
      </w:pPr>
      <w:r w:rsidRPr="006133C2">
        <w:t>(allkirjastatud digitaalselt)</w:t>
      </w:r>
    </w:p>
    <w:p w14:paraId="26F25DC9" w14:textId="65AB9FE8" w:rsidR="001704FA" w:rsidRPr="006133C2" w:rsidRDefault="00AA1EFB" w:rsidP="00E90432">
      <w:pPr>
        <w:spacing w:line="240" w:lineRule="auto"/>
      </w:pPr>
      <w:r>
        <w:t>Ulvi Reimets</w:t>
      </w:r>
    </w:p>
    <w:p w14:paraId="3B04B32C" w14:textId="77777777" w:rsidR="001704FA" w:rsidRPr="006133C2" w:rsidRDefault="001704FA" w:rsidP="00E90432">
      <w:pPr>
        <w:spacing w:line="240" w:lineRule="auto"/>
      </w:pPr>
      <w:r w:rsidRPr="006133C2">
        <w:t>Riigihangete vaidlustuskomisjoni liige</w:t>
      </w:r>
    </w:p>
    <w:p w14:paraId="598E6207" w14:textId="77777777" w:rsidR="004B2FDF" w:rsidRDefault="004B2FDF" w:rsidP="001704FA">
      <w:pPr>
        <w:spacing w:line="240" w:lineRule="auto"/>
      </w:pPr>
    </w:p>
    <w:p w14:paraId="0EEFDC7F" w14:textId="77777777" w:rsidR="00E06666" w:rsidRDefault="00E06666" w:rsidP="001704FA">
      <w:pPr>
        <w:spacing w:line="240" w:lineRule="auto"/>
      </w:pPr>
    </w:p>
    <w:p w14:paraId="0CFA8E06" w14:textId="77777777" w:rsidR="00E853BC" w:rsidRPr="006133C2" w:rsidRDefault="00E853BC" w:rsidP="001704FA">
      <w:pPr>
        <w:spacing w:line="240" w:lineRule="auto"/>
      </w:pPr>
    </w:p>
    <w:p w14:paraId="722CBA88" w14:textId="507B6CA5" w:rsidR="003D4577" w:rsidRDefault="001704FA" w:rsidP="001704FA">
      <w:pPr>
        <w:spacing w:line="240" w:lineRule="auto"/>
      </w:pPr>
      <w:r w:rsidRPr="006133C2">
        <w:t xml:space="preserve">Lisa: vaidlustus </w:t>
      </w:r>
      <w:r w:rsidR="00815DAA">
        <w:t>lisade</w:t>
      </w:r>
      <w:r w:rsidR="00980798">
        <w:t>g</w:t>
      </w:r>
      <w:r w:rsidR="00815DAA">
        <w:t>a</w:t>
      </w:r>
    </w:p>
    <w:p w14:paraId="3652D5A2" w14:textId="77777777" w:rsidR="000563D1" w:rsidRPr="00EB3898" w:rsidRDefault="000563D1" w:rsidP="001704FA">
      <w:pPr>
        <w:spacing w:line="240" w:lineRule="auto"/>
      </w:pPr>
    </w:p>
    <w:p w14:paraId="5D2D57AD" w14:textId="6C897117" w:rsidR="00AA1EFB" w:rsidRDefault="001704FA" w:rsidP="00AA1EFB">
      <w:pPr>
        <w:spacing w:line="240" w:lineRule="auto"/>
        <w:jc w:val="left"/>
      </w:pPr>
      <w:r w:rsidRPr="00EB3898">
        <w:t>Teadmiseks:</w:t>
      </w:r>
      <w:r w:rsidR="000067E2">
        <w:t xml:space="preserve"> </w:t>
      </w:r>
      <w:r w:rsidRPr="00EB3898">
        <w:t>vaidlustaja esinda</w:t>
      </w:r>
      <w:r w:rsidR="000563D1">
        <w:t>ja</w:t>
      </w:r>
      <w:r w:rsidRPr="00EB3898">
        <w:t xml:space="preserve">, </w:t>
      </w:r>
      <w:r w:rsidR="00A4321F" w:rsidRPr="00A4321F">
        <w:rPr>
          <w:lang w:val="fi-FI"/>
        </w:rPr>
        <w:t xml:space="preserve">Irina </w:t>
      </w:r>
      <w:proofErr w:type="spellStart"/>
      <w:r w:rsidR="00A4321F" w:rsidRPr="00A4321F">
        <w:rPr>
          <w:lang w:val="fi-FI"/>
        </w:rPr>
        <w:t>Embrich</w:t>
      </w:r>
      <w:proofErr w:type="spellEnd"/>
    </w:p>
    <w:p w14:paraId="44BD084F" w14:textId="397D8AD2" w:rsidR="000563D1" w:rsidRDefault="00AA1EFB" w:rsidP="002B5D7F">
      <w:pPr>
        <w:spacing w:line="240" w:lineRule="auto"/>
        <w:jc w:val="left"/>
      </w:pPr>
      <w:r>
        <w:t>e-post</w:t>
      </w:r>
      <w:r w:rsidR="000563D1">
        <w:t>:</w:t>
      </w:r>
      <w:r>
        <w:t xml:space="preserve"> </w:t>
      </w:r>
      <w:hyperlink r:id="rId11" w:history="1">
        <w:r w:rsidR="00A4321F" w:rsidRPr="006E3602">
          <w:rPr>
            <w:rStyle w:val="Hperlink"/>
          </w:rPr>
          <w:t>irina.embrich@atko.ee</w:t>
        </w:r>
      </w:hyperlink>
      <w:r w:rsidR="00A4321F">
        <w:t xml:space="preserve"> </w:t>
      </w:r>
    </w:p>
    <w:p w14:paraId="72943770" w14:textId="50EAD006" w:rsidR="00847E3E" w:rsidRDefault="00847E3E" w:rsidP="002B5D7F">
      <w:pPr>
        <w:spacing w:line="240" w:lineRule="auto"/>
        <w:jc w:val="left"/>
      </w:pPr>
    </w:p>
    <w:p w14:paraId="169F5A9B" w14:textId="77777777" w:rsidR="00E61D58" w:rsidRDefault="00E61D58" w:rsidP="002B5D7F">
      <w:pPr>
        <w:spacing w:line="240" w:lineRule="auto"/>
        <w:jc w:val="left"/>
      </w:pPr>
    </w:p>
    <w:p w14:paraId="5BECE891" w14:textId="77777777" w:rsidR="00E61D58" w:rsidRDefault="00E61D58" w:rsidP="002B5D7F">
      <w:pPr>
        <w:spacing w:line="240" w:lineRule="auto"/>
        <w:jc w:val="left"/>
      </w:pPr>
    </w:p>
    <w:p w14:paraId="494253F7" w14:textId="77777777" w:rsidR="00E61D58" w:rsidRDefault="00E61D58" w:rsidP="002B5D7F">
      <w:pPr>
        <w:spacing w:line="240" w:lineRule="auto"/>
        <w:jc w:val="left"/>
      </w:pPr>
    </w:p>
    <w:p w14:paraId="4015B63A" w14:textId="22F4868F" w:rsidR="00D34D94" w:rsidRPr="003D4577" w:rsidRDefault="00D34D94" w:rsidP="003D4577">
      <w:pPr>
        <w:pStyle w:val="Vahedeta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 xml:space="preserve">Mari-Ann Sinimaa, 611 3713, </w:t>
      </w:r>
      <w:hyperlink r:id="rId12" w:history="1">
        <w:r w:rsidRPr="002D7ED8">
          <w:rPr>
            <w:rStyle w:val="Hperlink"/>
            <w:szCs w:val="24"/>
          </w:rPr>
          <w:t>mari-ann.sinimaa@fin.ee</w:t>
        </w:r>
      </w:hyperlink>
    </w:p>
    <w:sectPr w:rsidR="00D34D94" w:rsidRPr="003D4577" w:rsidSect="00994D2F">
      <w:footerReference w:type="default" r:id="rId13"/>
      <w:footerReference w:type="first" r:id="rId14"/>
      <w:pgSz w:w="11906" w:h="16838" w:code="9"/>
      <w:pgMar w:top="907" w:right="1021" w:bottom="1418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A346C" w14:textId="77777777" w:rsidR="00FC5DFE" w:rsidRDefault="00FC5DFE" w:rsidP="00DF44DF">
      <w:r>
        <w:separator/>
      </w:r>
    </w:p>
  </w:endnote>
  <w:endnote w:type="continuationSeparator" w:id="0">
    <w:p w14:paraId="011390C5" w14:textId="77777777" w:rsidR="00FC5DFE" w:rsidRDefault="00FC5DF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6C04A" w14:textId="77777777" w:rsidR="00FC267C" w:rsidRPr="000A17B5" w:rsidRDefault="00FC267C" w:rsidP="00E61D58">
    <w:pPr>
      <w:pStyle w:val="Jalus1"/>
    </w:pPr>
    <w:r>
      <w:t>Endla 13</w:t>
    </w:r>
    <w:r w:rsidRPr="000A17B5">
      <w:t xml:space="preserve"> / </w:t>
    </w:r>
    <w:r>
      <w:t>10122</w:t>
    </w:r>
    <w:r w:rsidRPr="000A17B5">
      <w:t xml:space="preserve"> Tallinn</w:t>
    </w:r>
    <w:r>
      <w:t xml:space="preserve"> (postiaadress)</w:t>
    </w:r>
    <w:r w:rsidRPr="000A17B5">
      <w:t xml:space="preserve"> / </w:t>
    </w:r>
    <w:r>
      <w:t>Lõkke 5 (asukoha aadress) / 611 3711</w:t>
    </w:r>
    <w:r w:rsidRPr="000A17B5">
      <w:t xml:space="preserve"> / </w:t>
    </w:r>
    <w:r>
      <w:t>vako</w:t>
    </w:r>
    <w:r w:rsidRPr="000A17B5">
      <w:t>@</w:t>
    </w:r>
    <w:r>
      <w:t xml:space="preserve">fin.ee </w:t>
    </w:r>
  </w:p>
  <w:p w14:paraId="0A7BBC0A" w14:textId="77777777" w:rsidR="00FC267C" w:rsidRDefault="00FC267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0185B" w14:textId="0EF5CA16" w:rsidR="00FC267C" w:rsidRPr="000A17B5" w:rsidRDefault="004B2FDF" w:rsidP="00E61D58">
    <w:pPr>
      <w:pStyle w:val="Jalus1"/>
    </w:pPr>
    <w:r>
      <w:t>Tartu mnt</w:t>
    </w:r>
    <w:r w:rsidR="00FC267C">
      <w:t xml:space="preserve"> </w:t>
    </w:r>
    <w:r>
      <w:t>85</w:t>
    </w:r>
    <w:r w:rsidR="00FC267C" w:rsidRPr="000A17B5">
      <w:t xml:space="preserve"> / </w:t>
    </w:r>
    <w:r w:rsidR="00FC267C">
      <w:t>101</w:t>
    </w:r>
    <w:r>
      <w:t>15</w:t>
    </w:r>
    <w:r w:rsidR="00FC267C" w:rsidRPr="000A17B5">
      <w:t xml:space="preserve"> Tallinn</w:t>
    </w:r>
    <w:r w:rsidR="00C55772">
      <w:t xml:space="preserve"> / 611 3713</w:t>
    </w:r>
    <w:r w:rsidR="00FC267C" w:rsidRPr="000A17B5">
      <w:t xml:space="preserve"> / </w:t>
    </w:r>
    <w:r w:rsidR="00FC267C">
      <w:t>vako</w:t>
    </w:r>
    <w:r w:rsidR="00FC267C" w:rsidRPr="000A17B5">
      <w:t>@</w:t>
    </w:r>
    <w:r w:rsidR="00FC267C">
      <w:t xml:space="preserve">fin.ee </w:t>
    </w:r>
  </w:p>
  <w:p w14:paraId="4FB3599D" w14:textId="77777777" w:rsidR="00FC267C" w:rsidRDefault="00FC267C" w:rsidP="00E61D58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5096A" w14:textId="77777777" w:rsidR="00FC5DFE" w:rsidRDefault="00FC5DFE" w:rsidP="00DF44DF">
      <w:r>
        <w:separator/>
      </w:r>
    </w:p>
  </w:footnote>
  <w:footnote w:type="continuationSeparator" w:id="0">
    <w:p w14:paraId="5221FD30" w14:textId="77777777" w:rsidR="00FC5DFE" w:rsidRDefault="00FC5DFE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A70AA"/>
    <w:multiLevelType w:val="hybridMultilevel"/>
    <w:tmpl w:val="F7460086"/>
    <w:lvl w:ilvl="0" w:tplc="0425000F">
      <w:start w:val="1"/>
      <w:numFmt w:val="decimal"/>
      <w:lvlText w:val="%1."/>
      <w:lvlJc w:val="left"/>
      <w:pPr>
        <w:ind w:left="1785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50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22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94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66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38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10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82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545" w:hanging="180"/>
      </w:pPr>
      <w:rPr>
        <w:rFonts w:cs="Times New Roman"/>
      </w:rPr>
    </w:lvl>
  </w:abstractNum>
  <w:abstractNum w:abstractNumId="1" w15:restartNumberingAfterBreak="0">
    <w:nsid w:val="326229B9"/>
    <w:multiLevelType w:val="hybridMultilevel"/>
    <w:tmpl w:val="9462E198"/>
    <w:lvl w:ilvl="0" w:tplc="E118D17E">
      <w:start w:val="5"/>
      <w:numFmt w:val="bullet"/>
      <w:lvlText w:val="-"/>
      <w:lvlJc w:val="left"/>
      <w:pPr>
        <w:ind w:left="1065" w:hanging="360"/>
      </w:pPr>
      <w:rPr>
        <w:rFonts w:ascii="Times New Roman" w:eastAsia="SimSu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B2BF3"/>
    <w:multiLevelType w:val="hybridMultilevel"/>
    <w:tmpl w:val="053E7086"/>
    <w:lvl w:ilvl="0" w:tplc="73E6BEDE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6E1872"/>
    <w:multiLevelType w:val="hybridMultilevel"/>
    <w:tmpl w:val="E6E6A9B2"/>
    <w:lvl w:ilvl="0" w:tplc="E118D17E">
      <w:start w:val="5"/>
      <w:numFmt w:val="bullet"/>
      <w:lvlText w:val="-"/>
      <w:lvlJc w:val="left"/>
      <w:pPr>
        <w:ind w:left="1065" w:hanging="360"/>
      </w:pPr>
      <w:rPr>
        <w:rFonts w:ascii="Times New Roman" w:eastAsia="SimSu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F3E58"/>
    <w:multiLevelType w:val="hybridMultilevel"/>
    <w:tmpl w:val="0C440B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DE2BC8"/>
    <w:multiLevelType w:val="hybridMultilevel"/>
    <w:tmpl w:val="7DCA5504"/>
    <w:lvl w:ilvl="0" w:tplc="E118D17E">
      <w:start w:val="5"/>
      <w:numFmt w:val="bullet"/>
      <w:lvlText w:val="-"/>
      <w:lvlJc w:val="left"/>
      <w:pPr>
        <w:ind w:left="1065" w:hanging="360"/>
      </w:pPr>
      <w:rPr>
        <w:rFonts w:ascii="Times New Roman" w:eastAsia="SimSu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B7B733D"/>
    <w:multiLevelType w:val="hybridMultilevel"/>
    <w:tmpl w:val="3A9602CE"/>
    <w:lvl w:ilvl="0" w:tplc="E118D17E">
      <w:start w:val="5"/>
      <w:numFmt w:val="bullet"/>
      <w:lvlText w:val="-"/>
      <w:lvlJc w:val="left"/>
      <w:pPr>
        <w:ind w:left="1065" w:hanging="360"/>
      </w:pPr>
      <w:rPr>
        <w:rFonts w:ascii="Times New Roman" w:eastAsia="SimSun" w:hAnsi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943943">
    <w:abstractNumId w:val="5"/>
  </w:num>
  <w:num w:numId="2" w16cid:durableId="184057833">
    <w:abstractNumId w:val="3"/>
  </w:num>
  <w:num w:numId="3" w16cid:durableId="940718981">
    <w:abstractNumId w:val="0"/>
  </w:num>
  <w:num w:numId="4" w16cid:durableId="1694914092">
    <w:abstractNumId w:val="1"/>
  </w:num>
  <w:num w:numId="5" w16cid:durableId="1661035776">
    <w:abstractNumId w:val="6"/>
  </w:num>
  <w:num w:numId="6" w16cid:durableId="45378297">
    <w:abstractNumId w:val="2"/>
  </w:num>
  <w:num w:numId="7" w16cid:durableId="838737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5B4A"/>
    <w:rsid w:val="00005FF1"/>
    <w:rsid w:val="000067E2"/>
    <w:rsid w:val="00007124"/>
    <w:rsid w:val="0001045C"/>
    <w:rsid w:val="00010CEE"/>
    <w:rsid w:val="00012F60"/>
    <w:rsid w:val="00014EAA"/>
    <w:rsid w:val="00015184"/>
    <w:rsid w:val="00021D2D"/>
    <w:rsid w:val="00022BAE"/>
    <w:rsid w:val="00023D43"/>
    <w:rsid w:val="0002602D"/>
    <w:rsid w:val="0003279F"/>
    <w:rsid w:val="00036944"/>
    <w:rsid w:val="00051899"/>
    <w:rsid w:val="00051C1E"/>
    <w:rsid w:val="00052929"/>
    <w:rsid w:val="000563D1"/>
    <w:rsid w:val="00056589"/>
    <w:rsid w:val="00056ADF"/>
    <w:rsid w:val="00060947"/>
    <w:rsid w:val="00067F48"/>
    <w:rsid w:val="000730DB"/>
    <w:rsid w:val="0007713A"/>
    <w:rsid w:val="00080552"/>
    <w:rsid w:val="00083AE5"/>
    <w:rsid w:val="000862E4"/>
    <w:rsid w:val="00087824"/>
    <w:rsid w:val="000913FC"/>
    <w:rsid w:val="00093B32"/>
    <w:rsid w:val="00094ECB"/>
    <w:rsid w:val="0009622C"/>
    <w:rsid w:val="000A1508"/>
    <w:rsid w:val="000A17B5"/>
    <w:rsid w:val="000A23F9"/>
    <w:rsid w:val="000B2E39"/>
    <w:rsid w:val="000D06BF"/>
    <w:rsid w:val="000D33A2"/>
    <w:rsid w:val="000D61AF"/>
    <w:rsid w:val="000D623E"/>
    <w:rsid w:val="000D74F0"/>
    <w:rsid w:val="000D7C87"/>
    <w:rsid w:val="000E3FE9"/>
    <w:rsid w:val="000E7466"/>
    <w:rsid w:val="000F2627"/>
    <w:rsid w:val="000F29B0"/>
    <w:rsid w:val="000F4D19"/>
    <w:rsid w:val="00104752"/>
    <w:rsid w:val="0011370B"/>
    <w:rsid w:val="00122E0C"/>
    <w:rsid w:val="00124999"/>
    <w:rsid w:val="001279C6"/>
    <w:rsid w:val="00146615"/>
    <w:rsid w:val="001523BD"/>
    <w:rsid w:val="00155B55"/>
    <w:rsid w:val="001609FC"/>
    <w:rsid w:val="001659F7"/>
    <w:rsid w:val="00167583"/>
    <w:rsid w:val="00167646"/>
    <w:rsid w:val="001704FA"/>
    <w:rsid w:val="0017294E"/>
    <w:rsid w:val="00172B55"/>
    <w:rsid w:val="001750AC"/>
    <w:rsid w:val="00177948"/>
    <w:rsid w:val="001819ED"/>
    <w:rsid w:val="00182414"/>
    <w:rsid w:val="00185A99"/>
    <w:rsid w:val="0018612D"/>
    <w:rsid w:val="00192F1D"/>
    <w:rsid w:val="001950AA"/>
    <w:rsid w:val="001A1FD7"/>
    <w:rsid w:val="001A69DC"/>
    <w:rsid w:val="001A7D04"/>
    <w:rsid w:val="001B2687"/>
    <w:rsid w:val="001B68F0"/>
    <w:rsid w:val="001B70A7"/>
    <w:rsid w:val="001B7BA2"/>
    <w:rsid w:val="001C3153"/>
    <w:rsid w:val="001C7368"/>
    <w:rsid w:val="001D4CFB"/>
    <w:rsid w:val="001D594E"/>
    <w:rsid w:val="001D6404"/>
    <w:rsid w:val="001D7842"/>
    <w:rsid w:val="001E050A"/>
    <w:rsid w:val="001E22FE"/>
    <w:rsid w:val="001E445A"/>
    <w:rsid w:val="001F1F2E"/>
    <w:rsid w:val="001F325E"/>
    <w:rsid w:val="002008A2"/>
    <w:rsid w:val="002008E3"/>
    <w:rsid w:val="00202CF1"/>
    <w:rsid w:val="0020442A"/>
    <w:rsid w:val="00207687"/>
    <w:rsid w:val="002167C8"/>
    <w:rsid w:val="00217EFE"/>
    <w:rsid w:val="00217FD4"/>
    <w:rsid w:val="00221C41"/>
    <w:rsid w:val="0022433D"/>
    <w:rsid w:val="0022560F"/>
    <w:rsid w:val="00231357"/>
    <w:rsid w:val="00232469"/>
    <w:rsid w:val="002338F7"/>
    <w:rsid w:val="002450CA"/>
    <w:rsid w:val="0025049B"/>
    <w:rsid w:val="00250CAE"/>
    <w:rsid w:val="00253FC1"/>
    <w:rsid w:val="00256C98"/>
    <w:rsid w:val="00260BDA"/>
    <w:rsid w:val="0027448A"/>
    <w:rsid w:val="00275894"/>
    <w:rsid w:val="00280405"/>
    <w:rsid w:val="0028066C"/>
    <w:rsid w:val="00281409"/>
    <w:rsid w:val="002835BB"/>
    <w:rsid w:val="002847B9"/>
    <w:rsid w:val="002908DC"/>
    <w:rsid w:val="00292F8E"/>
    <w:rsid w:val="00293449"/>
    <w:rsid w:val="00294025"/>
    <w:rsid w:val="002A16D1"/>
    <w:rsid w:val="002A1B55"/>
    <w:rsid w:val="002B4EB5"/>
    <w:rsid w:val="002B5D7F"/>
    <w:rsid w:val="002B61A1"/>
    <w:rsid w:val="002C1029"/>
    <w:rsid w:val="002C315B"/>
    <w:rsid w:val="002C4A96"/>
    <w:rsid w:val="002E7138"/>
    <w:rsid w:val="002F254F"/>
    <w:rsid w:val="002F4399"/>
    <w:rsid w:val="002F5384"/>
    <w:rsid w:val="002F54F8"/>
    <w:rsid w:val="00301763"/>
    <w:rsid w:val="00303FA7"/>
    <w:rsid w:val="003040F8"/>
    <w:rsid w:val="00310F61"/>
    <w:rsid w:val="003156E1"/>
    <w:rsid w:val="003160EA"/>
    <w:rsid w:val="00323F92"/>
    <w:rsid w:val="00330CE4"/>
    <w:rsid w:val="0033185F"/>
    <w:rsid w:val="00332A64"/>
    <w:rsid w:val="00333DE8"/>
    <w:rsid w:val="00333FAF"/>
    <w:rsid w:val="00343327"/>
    <w:rsid w:val="00343E42"/>
    <w:rsid w:val="0034719C"/>
    <w:rsid w:val="00350317"/>
    <w:rsid w:val="00354059"/>
    <w:rsid w:val="00356AE8"/>
    <w:rsid w:val="003641EA"/>
    <w:rsid w:val="00366FF3"/>
    <w:rsid w:val="00367255"/>
    <w:rsid w:val="00381342"/>
    <w:rsid w:val="00383417"/>
    <w:rsid w:val="00383F38"/>
    <w:rsid w:val="00385A97"/>
    <w:rsid w:val="00386C03"/>
    <w:rsid w:val="00390254"/>
    <w:rsid w:val="003914AC"/>
    <w:rsid w:val="00394DCB"/>
    <w:rsid w:val="00396816"/>
    <w:rsid w:val="003A0F1F"/>
    <w:rsid w:val="003A6341"/>
    <w:rsid w:val="003A7A2E"/>
    <w:rsid w:val="003B2A9C"/>
    <w:rsid w:val="003C198A"/>
    <w:rsid w:val="003C6A2E"/>
    <w:rsid w:val="003D4577"/>
    <w:rsid w:val="003D5F97"/>
    <w:rsid w:val="003D6BD7"/>
    <w:rsid w:val="003D6D41"/>
    <w:rsid w:val="003F1F8F"/>
    <w:rsid w:val="003F2A19"/>
    <w:rsid w:val="003F4A6B"/>
    <w:rsid w:val="003F5BA3"/>
    <w:rsid w:val="003F7348"/>
    <w:rsid w:val="003F76DF"/>
    <w:rsid w:val="004041CF"/>
    <w:rsid w:val="004049EC"/>
    <w:rsid w:val="00411F45"/>
    <w:rsid w:val="0041273B"/>
    <w:rsid w:val="00414F52"/>
    <w:rsid w:val="00415420"/>
    <w:rsid w:val="00416815"/>
    <w:rsid w:val="00420A94"/>
    <w:rsid w:val="00420C12"/>
    <w:rsid w:val="00425579"/>
    <w:rsid w:val="0043070E"/>
    <w:rsid w:val="00434B08"/>
    <w:rsid w:val="00435990"/>
    <w:rsid w:val="00435A13"/>
    <w:rsid w:val="00435B57"/>
    <w:rsid w:val="0044084D"/>
    <w:rsid w:val="00441511"/>
    <w:rsid w:val="00443546"/>
    <w:rsid w:val="00443B20"/>
    <w:rsid w:val="00444B55"/>
    <w:rsid w:val="00445941"/>
    <w:rsid w:val="00445F1C"/>
    <w:rsid w:val="00454A61"/>
    <w:rsid w:val="004573AE"/>
    <w:rsid w:val="004578CF"/>
    <w:rsid w:val="00463936"/>
    <w:rsid w:val="00474C37"/>
    <w:rsid w:val="00476C3D"/>
    <w:rsid w:val="00487C45"/>
    <w:rsid w:val="00495245"/>
    <w:rsid w:val="004A5723"/>
    <w:rsid w:val="004B0550"/>
    <w:rsid w:val="004B2FDF"/>
    <w:rsid w:val="004C1391"/>
    <w:rsid w:val="004C2812"/>
    <w:rsid w:val="004C5F6B"/>
    <w:rsid w:val="004C7C75"/>
    <w:rsid w:val="004D35EC"/>
    <w:rsid w:val="004D405C"/>
    <w:rsid w:val="004E0D1B"/>
    <w:rsid w:val="004E2866"/>
    <w:rsid w:val="004E4D71"/>
    <w:rsid w:val="004F230C"/>
    <w:rsid w:val="005028BE"/>
    <w:rsid w:val="00504351"/>
    <w:rsid w:val="005109E7"/>
    <w:rsid w:val="00510A02"/>
    <w:rsid w:val="0051100C"/>
    <w:rsid w:val="0051796F"/>
    <w:rsid w:val="005228C9"/>
    <w:rsid w:val="00523EB6"/>
    <w:rsid w:val="005243B6"/>
    <w:rsid w:val="00527834"/>
    <w:rsid w:val="00527AEB"/>
    <w:rsid w:val="00527CD3"/>
    <w:rsid w:val="00530F52"/>
    <w:rsid w:val="00542F1F"/>
    <w:rsid w:val="00544442"/>
    <w:rsid w:val="00546204"/>
    <w:rsid w:val="00546290"/>
    <w:rsid w:val="00550B7B"/>
    <w:rsid w:val="00551E24"/>
    <w:rsid w:val="00557534"/>
    <w:rsid w:val="00560A92"/>
    <w:rsid w:val="005612A9"/>
    <w:rsid w:val="00561E27"/>
    <w:rsid w:val="00564569"/>
    <w:rsid w:val="00574263"/>
    <w:rsid w:val="005742E9"/>
    <w:rsid w:val="005778D6"/>
    <w:rsid w:val="00580E14"/>
    <w:rsid w:val="0058275D"/>
    <w:rsid w:val="00584FD8"/>
    <w:rsid w:val="00590B8D"/>
    <w:rsid w:val="00593252"/>
    <w:rsid w:val="00594C85"/>
    <w:rsid w:val="00595109"/>
    <w:rsid w:val="00595555"/>
    <w:rsid w:val="00595CE4"/>
    <w:rsid w:val="0059618D"/>
    <w:rsid w:val="00596F58"/>
    <w:rsid w:val="005A050D"/>
    <w:rsid w:val="005A084E"/>
    <w:rsid w:val="005A1638"/>
    <w:rsid w:val="005A2689"/>
    <w:rsid w:val="005A2C68"/>
    <w:rsid w:val="005A3A9B"/>
    <w:rsid w:val="005A567D"/>
    <w:rsid w:val="005B15C4"/>
    <w:rsid w:val="005B2B35"/>
    <w:rsid w:val="005B5CE1"/>
    <w:rsid w:val="005C4090"/>
    <w:rsid w:val="005C5828"/>
    <w:rsid w:val="005C67AD"/>
    <w:rsid w:val="005C7B7F"/>
    <w:rsid w:val="005D1C41"/>
    <w:rsid w:val="005D3672"/>
    <w:rsid w:val="005D3E64"/>
    <w:rsid w:val="005D74F8"/>
    <w:rsid w:val="005E076A"/>
    <w:rsid w:val="005E1232"/>
    <w:rsid w:val="005E157E"/>
    <w:rsid w:val="005E3AED"/>
    <w:rsid w:val="005E45BB"/>
    <w:rsid w:val="005F5F0B"/>
    <w:rsid w:val="00600782"/>
    <w:rsid w:val="00602834"/>
    <w:rsid w:val="006108F2"/>
    <w:rsid w:val="00610BE9"/>
    <w:rsid w:val="00613054"/>
    <w:rsid w:val="006133C2"/>
    <w:rsid w:val="00615A1D"/>
    <w:rsid w:val="00621702"/>
    <w:rsid w:val="00621EF5"/>
    <w:rsid w:val="00624560"/>
    <w:rsid w:val="00626263"/>
    <w:rsid w:val="0063261B"/>
    <w:rsid w:val="00632DEB"/>
    <w:rsid w:val="00637F4E"/>
    <w:rsid w:val="00644C7D"/>
    <w:rsid w:val="0064636C"/>
    <w:rsid w:val="00646507"/>
    <w:rsid w:val="0065168F"/>
    <w:rsid w:val="00651CEA"/>
    <w:rsid w:val="00653FB9"/>
    <w:rsid w:val="006553F5"/>
    <w:rsid w:val="00656D68"/>
    <w:rsid w:val="00670D5D"/>
    <w:rsid w:val="00671006"/>
    <w:rsid w:val="00676FE8"/>
    <w:rsid w:val="00680609"/>
    <w:rsid w:val="00680E65"/>
    <w:rsid w:val="0068755B"/>
    <w:rsid w:val="006927F9"/>
    <w:rsid w:val="00695334"/>
    <w:rsid w:val="006965C0"/>
    <w:rsid w:val="0069724D"/>
    <w:rsid w:val="006A01AC"/>
    <w:rsid w:val="006A0FF3"/>
    <w:rsid w:val="006A1BA8"/>
    <w:rsid w:val="006B0741"/>
    <w:rsid w:val="006B57A8"/>
    <w:rsid w:val="006B7423"/>
    <w:rsid w:val="006C5CBF"/>
    <w:rsid w:val="006C62F6"/>
    <w:rsid w:val="006D0B27"/>
    <w:rsid w:val="006D3E2F"/>
    <w:rsid w:val="006D4018"/>
    <w:rsid w:val="006D4353"/>
    <w:rsid w:val="006D50B6"/>
    <w:rsid w:val="006D5B87"/>
    <w:rsid w:val="006E16BD"/>
    <w:rsid w:val="006E67AD"/>
    <w:rsid w:val="006F3BB9"/>
    <w:rsid w:val="006F4026"/>
    <w:rsid w:val="006F4033"/>
    <w:rsid w:val="006F6551"/>
    <w:rsid w:val="006F72D7"/>
    <w:rsid w:val="006F7859"/>
    <w:rsid w:val="00700060"/>
    <w:rsid w:val="007017BE"/>
    <w:rsid w:val="007056E1"/>
    <w:rsid w:val="00713327"/>
    <w:rsid w:val="00720285"/>
    <w:rsid w:val="00725D59"/>
    <w:rsid w:val="00727085"/>
    <w:rsid w:val="00730C7D"/>
    <w:rsid w:val="00731122"/>
    <w:rsid w:val="00733A98"/>
    <w:rsid w:val="00734335"/>
    <w:rsid w:val="00741864"/>
    <w:rsid w:val="007425E3"/>
    <w:rsid w:val="00753EE5"/>
    <w:rsid w:val="0075689D"/>
    <w:rsid w:val="0075695A"/>
    <w:rsid w:val="00761746"/>
    <w:rsid w:val="00765E93"/>
    <w:rsid w:val="00766746"/>
    <w:rsid w:val="00772AB6"/>
    <w:rsid w:val="00772DF7"/>
    <w:rsid w:val="00773174"/>
    <w:rsid w:val="007737CF"/>
    <w:rsid w:val="00782F12"/>
    <w:rsid w:val="00784312"/>
    <w:rsid w:val="00785771"/>
    <w:rsid w:val="0078584C"/>
    <w:rsid w:val="00786D0F"/>
    <w:rsid w:val="00792DE7"/>
    <w:rsid w:val="00792E10"/>
    <w:rsid w:val="007A1DE8"/>
    <w:rsid w:val="007A71D6"/>
    <w:rsid w:val="007A752B"/>
    <w:rsid w:val="007B090C"/>
    <w:rsid w:val="007B4CFA"/>
    <w:rsid w:val="007B55EA"/>
    <w:rsid w:val="007B5707"/>
    <w:rsid w:val="007B771D"/>
    <w:rsid w:val="007B7E38"/>
    <w:rsid w:val="007C57E8"/>
    <w:rsid w:val="007C6A9C"/>
    <w:rsid w:val="007C7F49"/>
    <w:rsid w:val="007D480B"/>
    <w:rsid w:val="007D54FC"/>
    <w:rsid w:val="007E3AB9"/>
    <w:rsid w:val="007F1F45"/>
    <w:rsid w:val="00803793"/>
    <w:rsid w:val="00804E1D"/>
    <w:rsid w:val="00805301"/>
    <w:rsid w:val="00812EEB"/>
    <w:rsid w:val="0081516E"/>
    <w:rsid w:val="00815DAA"/>
    <w:rsid w:val="00821271"/>
    <w:rsid w:val="00823C87"/>
    <w:rsid w:val="00825D18"/>
    <w:rsid w:val="008302D5"/>
    <w:rsid w:val="008337B3"/>
    <w:rsid w:val="0083517D"/>
    <w:rsid w:val="00835858"/>
    <w:rsid w:val="008410E6"/>
    <w:rsid w:val="00844D78"/>
    <w:rsid w:val="00847E3E"/>
    <w:rsid w:val="00852E7C"/>
    <w:rsid w:val="00852F84"/>
    <w:rsid w:val="00853256"/>
    <w:rsid w:val="00857226"/>
    <w:rsid w:val="00871F21"/>
    <w:rsid w:val="008919F2"/>
    <w:rsid w:val="00891F67"/>
    <w:rsid w:val="0089541F"/>
    <w:rsid w:val="008A00B4"/>
    <w:rsid w:val="008A6C5E"/>
    <w:rsid w:val="008B041F"/>
    <w:rsid w:val="008B08D8"/>
    <w:rsid w:val="008B1713"/>
    <w:rsid w:val="008B6DEA"/>
    <w:rsid w:val="008C61AD"/>
    <w:rsid w:val="008C75D3"/>
    <w:rsid w:val="008C7B85"/>
    <w:rsid w:val="008D09CC"/>
    <w:rsid w:val="008D147B"/>
    <w:rsid w:val="008D4634"/>
    <w:rsid w:val="008D653F"/>
    <w:rsid w:val="008D658E"/>
    <w:rsid w:val="008D662A"/>
    <w:rsid w:val="008E6EC5"/>
    <w:rsid w:val="008F06FF"/>
    <w:rsid w:val="008F0B50"/>
    <w:rsid w:val="008F1AC1"/>
    <w:rsid w:val="008F1E41"/>
    <w:rsid w:val="008F44B0"/>
    <w:rsid w:val="008F4E63"/>
    <w:rsid w:val="008F6715"/>
    <w:rsid w:val="00900844"/>
    <w:rsid w:val="009015D8"/>
    <w:rsid w:val="0090200A"/>
    <w:rsid w:val="00902A00"/>
    <w:rsid w:val="00902D8B"/>
    <w:rsid w:val="00903786"/>
    <w:rsid w:val="009037F8"/>
    <w:rsid w:val="00910447"/>
    <w:rsid w:val="0091057C"/>
    <w:rsid w:val="0091170D"/>
    <w:rsid w:val="009132D2"/>
    <w:rsid w:val="00914550"/>
    <w:rsid w:val="0091675B"/>
    <w:rsid w:val="00916E86"/>
    <w:rsid w:val="0091786B"/>
    <w:rsid w:val="00921F69"/>
    <w:rsid w:val="00924211"/>
    <w:rsid w:val="00924F10"/>
    <w:rsid w:val="00926735"/>
    <w:rsid w:val="009316EF"/>
    <w:rsid w:val="00936658"/>
    <w:rsid w:val="00936BC1"/>
    <w:rsid w:val="009370A4"/>
    <w:rsid w:val="0094114B"/>
    <w:rsid w:val="0094184E"/>
    <w:rsid w:val="00941F2B"/>
    <w:rsid w:val="00943834"/>
    <w:rsid w:val="00944214"/>
    <w:rsid w:val="009462BF"/>
    <w:rsid w:val="00946E19"/>
    <w:rsid w:val="009476D6"/>
    <w:rsid w:val="009502E2"/>
    <w:rsid w:val="00950312"/>
    <w:rsid w:val="00954C7B"/>
    <w:rsid w:val="0096604C"/>
    <w:rsid w:val="00980798"/>
    <w:rsid w:val="00981756"/>
    <w:rsid w:val="00983528"/>
    <w:rsid w:val="0098698A"/>
    <w:rsid w:val="00991178"/>
    <w:rsid w:val="00991A5C"/>
    <w:rsid w:val="00994D2F"/>
    <w:rsid w:val="00995B6F"/>
    <w:rsid w:val="00995F49"/>
    <w:rsid w:val="009A1A23"/>
    <w:rsid w:val="009A1B7D"/>
    <w:rsid w:val="009A1B84"/>
    <w:rsid w:val="009A7F38"/>
    <w:rsid w:val="009B081D"/>
    <w:rsid w:val="009C1612"/>
    <w:rsid w:val="009C28C9"/>
    <w:rsid w:val="009C3B59"/>
    <w:rsid w:val="009C4399"/>
    <w:rsid w:val="009C5556"/>
    <w:rsid w:val="009D3D97"/>
    <w:rsid w:val="009E2DC8"/>
    <w:rsid w:val="009E6E1A"/>
    <w:rsid w:val="009E7F4A"/>
    <w:rsid w:val="009F47EC"/>
    <w:rsid w:val="009F773F"/>
    <w:rsid w:val="00A01533"/>
    <w:rsid w:val="00A01BD9"/>
    <w:rsid w:val="00A10E66"/>
    <w:rsid w:val="00A1244E"/>
    <w:rsid w:val="00A13FDE"/>
    <w:rsid w:val="00A15025"/>
    <w:rsid w:val="00A15C86"/>
    <w:rsid w:val="00A17581"/>
    <w:rsid w:val="00A21D79"/>
    <w:rsid w:val="00A37633"/>
    <w:rsid w:val="00A41AAC"/>
    <w:rsid w:val="00A4321F"/>
    <w:rsid w:val="00A444DB"/>
    <w:rsid w:val="00A547EB"/>
    <w:rsid w:val="00A55CF9"/>
    <w:rsid w:val="00A6223F"/>
    <w:rsid w:val="00A71EE4"/>
    <w:rsid w:val="00A73BE7"/>
    <w:rsid w:val="00A73F17"/>
    <w:rsid w:val="00A769C8"/>
    <w:rsid w:val="00A7725C"/>
    <w:rsid w:val="00A8664B"/>
    <w:rsid w:val="00A87B91"/>
    <w:rsid w:val="00AA12C1"/>
    <w:rsid w:val="00AA1982"/>
    <w:rsid w:val="00AA1EFB"/>
    <w:rsid w:val="00AB6511"/>
    <w:rsid w:val="00AC2041"/>
    <w:rsid w:val="00AC25DE"/>
    <w:rsid w:val="00AC4752"/>
    <w:rsid w:val="00AC574F"/>
    <w:rsid w:val="00AC663E"/>
    <w:rsid w:val="00AD07B4"/>
    <w:rsid w:val="00AD2183"/>
    <w:rsid w:val="00AD2EA7"/>
    <w:rsid w:val="00AD6AE8"/>
    <w:rsid w:val="00AE02A8"/>
    <w:rsid w:val="00AF088B"/>
    <w:rsid w:val="00AF28C7"/>
    <w:rsid w:val="00AF41C2"/>
    <w:rsid w:val="00AF55CC"/>
    <w:rsid w:val="00B008D9"/>
    <w:rsid w:val="00B06E7B"/>
    <w:rsid w:val="00B11D68"/>
    <w:rsid w:val="00B12052"/>
    <w:rsid w:val="00B132D1"/>
    <w:rsid w:val="00B21585"/>
    <w:rsid w:val="00B21864"/>
    <w:rsid w:val="00B2251F"/>
    <w:rsid w:val="00B23F3E"/>
    <w:rsid w:val="00B25C44"/>
    <w:rsid w:val="00B364A6"/>
    <w:rsid w:val="00B4154C"/>
    <w:rsid w:val="00B47EA6"/>
    <w:rsid w:val="00B52CD2"/>
    <w:rsid w:val="00B531F2"/>
    <w:rsid w:val="00B553B1"/>
    <w:rsid w:val="00B5771F"/>
    <w:rsid w:val="00B66E82"/>
    <w:rsid w:val="00B71729"/>
    <w:rsid w:val="00B751FD"/>
    <w:rsid w:val="00B75867"/>
    <w:rsid w:val="00B77F1A"/>
    <w:rsid w:val="00B82F07"/>
    <w:rsid w:val="00B92E8A"/>
    <w:rsid w:val="00B9387F"/>
    <w:rsid w:val="00B957AF"/>
    <w:rsid w:val="00B95AA8"/>
    <w:rsid w:val="00B96CD1"/>
    <w:rsid w:val="00B96EA6"/>
    <w:rsid w:val="00BA1747"/>
    <w:rsid w:val="00BB0B23"/>
    <w:rsid w:val="00BB101A"/>
    <w:rsid w:val="00BB7E4C"/>
    <w:rsid w:val="00BC1A62"/>
    <w:rsid w:val="00BC1CE9"/>
    <w:rsid w:val="00BC5A7E"/>
    <w:rsid w:val="00BC5A97"/>
    <w:rsid w:val="00BD078E"/>
    <w:rsid w:val="00BD0DC3"/>
    <w:rsid w:val="00BD1FFD"/>
    <w:rsid w:val="00BD2102"/>
    <w:rsid w:val="00BD21DE"/>
    <w:rsid w:val="00BD3CCF"/>
    <w:rsid w:val="00BD491B"/>
    <w:rsid w:val="00BD6CA7"/>
    <w:rsid w:val="00BE0CC9"/>
    <w:rsid w:val="00BE7009"/>
    <w:rsid w:val="00BE791B"/>
    <w:rsid w:val="00BF0A36"/>
    <w:rsid w:val="00BF4D7C"/>
    <w:rsid w:val="00C07BF5"/>
    <w:rsid w:val="00C10720"/>
    <w:rsid w:val="00C10CBF"/>
    <w:rsid w:val="00C14DCC"/>
    <w:rsid w:val="00C16180"/>
    <w:rsid w:val="00C2433A"/>
    <w:rsid w:val="00C24F66"/>
    <w:rsid w:val="00C27B07"/>
    <w:rsid w:val="00C32262"/>
    <w:rsid w:val="00C32EEF"/>
    <w:rsid w:val="00C33EFA"/>
    <w:rsid w:val="00C34688"/>
    <w:rsid w:val="00C36608"/>
    <w:rsid w:val="00C41FC5"/>
    <w:rsid w:val="00C42555"/>
    <w:rsid w:val="00C43DF7"/>
    <w:rsid w:val="00C44197"/>
    <w:rsid w:val="00C511CD"/>
    <w:rsid w:val="00C54367"/>
    <w:rsid w:val="00C55772"/>
    <w:rsid w:val="00C55ACC"/>
    <w:rsid w:val="00C56513"/>
    <w:rsid w:val="00C637AD"/>
    <w:rsid w:val="00C6739C"/>
    <w:rsid w:val="00C74711"/>
    <w:rsid w:val="00C76C89"/>
    <w:rsid w:val="00C778D2"/>
    <w:rsid w:val="00C80D74"/>
    <w:rsid w:val="00C82D93"/>
    <w:rsid w:val="00C83346"/>
    <w:rsid w:val="00C86539"/>
    <w:rsid w:val="00C9092B"/>
    <w:rsid w:val="00C91DB3"/>
    <w:rsid w:val="00C93536"/>
    <w:rsid w:val="00C9418C"/>
    <w:rsid w:val="00C94F09"/>
    <w:rsid w:val="00CA4C52"/>
    <w:rsid w:val="00CA5688"/>
    <w:rsid w:val="00CA583B"/>
    <w:rsid w:val="00CA5F0B"/>
    <w:rsid w:val="00CB4588"/>
    <w:rsid w:val="00CC014F"/>
    <w:rsid w:val="00CC16EF"/>
    <w:rsid w:val="00CC2EC4"/>
    <w:rsid w:val="00CC3AE9"/>
    <w:rsid w:val="00CC48F1"/>
    <w:rsid w:val="00CC739B"/>
    <w:rsid w:val="00CD0632"/>
    <w:rsid w:val="00CD2A87"/>
    <w:rsid w:val="00CD37F2"/>
    <w:rsid w:val="00CD6950"/>
    <w:rsid w:val="00CD7980"/>
    <w:rsid w:val="00CE1608"/>
    <w:rsid w:val="00CE1E52"/>
    <w:rsid w:val="00CE2747"/>
    <w:rsid w:val="00CF0C74"/>
    <w:rsid w:val="00CF0D30"/>
    <w:rsid w:val="00CF2B77"/>
    <w:rsid w:val="00CF3756"/>
    <w:rsid w:val="00CF3ABF"/>
    <w:rsid w:val="00CF4303"/>
    <w:rsid w:val="00CF599F"/>
    <w:rsid w:val="00D01C7F"/>
    <w:rsid w:val="00D02A1D"/>
    <w:rsid w:val="00D0652B"/>
    <w:rsid w:val="00D1126F"/>
    <w:rsid w:val="00D12C7C"/>
    <w:rsid w:val="00D14C64"/>
    <w:rsid w:val="00D17349"/>
    <w:rsid w:val="00D20933"/>
    <w:rsid w:val="00D243FB"/>
    <w:rsid w:val="00D258C8"/>
    <w:rsid w:val="00D27CED"/>
    <w:rsid w:val="00D30B09"/>
    <w:rsid w:val="00D31CDF"/>
    <w:rsid w:val="00D346D8"/>
    <w:rsid w:val="00D34D94"/>
    <w:rsid w:val="00D36069"/>
    <w:rsid w:val="00D40650"/>
    <w:rsid w:val="00D412AD"/>
    <w:rsid w:val="00D41978"/>
    <w:rsid w:val="00D45540"/>
    <w:rsid w:val="00D46414"/>
    <w:rsid w:val="00D47613"/>
    <w:rsid w:val="00D50919"/>
    <w:rsid w:val="00D52D33"/>
    <w:rsid w:val="00D5432E"/>
    <w:rsid w:val="00D57046"/>
    <w:rsid w:val="00D72B3F"/>
    <w:rsid w:val="00D72D06"/>
    <w:rsid w:val="00D74069"/>
    <w:rsid w:val="00D7667D"/>
    <w:rsid w:val="00D8023D"/>
    <w:rsid w:val="00D81F7B"/>
    <w:rsid w:val="00D83E7D"/>
    <w:rsid w:val="00D871BA"/>
    <w:rsid w:val="00D872F1"/>
    <w:rsid w:val="00D879F5"/>
    <w:rsid w:val="00DA1371"/>
    <w:rsid w:val="00DA1C17"/>
    <w:rsid w:val="00DA57EA"/>
    <w:rsid w:val="00DA7A5E"/>
    <w:rsid w:val="00DB1890"/>
    <w:rsid w:val="00DB242F"/>
    <w:rsid w:val="00DB365B"/>
    <w:rsid w:val="00DB6542"/>
    <w:rsid w:val="00DC2C73"/>
    <w:rsid w:val="00DC2F30"/>
    <w:rsid w:val="00DC3C23"/>
    <w:rsid w:val="00DE2C4E"/>
    <w:rsid w:val="00DE4761"/>
    <w:rsid w:val="00DE7389"/>
    <w:rsid w:val="00DF44DF"/>
    <w:rsid w:val="00DF7215"/>
    <w:rsid w:val="00E023F6"/>
    <w:rsid w:val="00E02638"/>
    <w:rsid w:val="00E03DBB"/>
    <w:rsid w:val="00E06666"/>
    <w:rsid w:val="00E14FA4"/>
    <w:rsid w:val="00E14FF1"/>
    <w:rsid w:val="00E2340B"/>
    <w:rsid w:val="00E255E8"/>
    <w:rsid w:val="00E25EC0"/>
    <w:rsid w:val="00E3009B"/>
    <w:rsid w:val="00E30840"/>
    <w:rsid w:val="00E3422D"/>
    <w:rsid w:val="00E3626C"/>
    <w:rsid w:val="00E3749D"/>
    <w:rsid w:val="00E37D46"/>
    <w:rsid w:val="00E40D4F"/>
    <w:rsid w:val="00E40F33"/>
    <w:rsid w:val="00E448AD"/>
    <w:rsid w:val="00E4667A"/>
    <w:rsid w:val="00E5099E"/>
    <w:rsid w:val="00E50D29"/>
    <w:rsid w:val="00E5143D"/>
    <w:rsid w:val="00E5167B"/>
    <w:rsid w:val="00E5771F"/>
    <w:rsid w:val="00E616F8"/>
    <w:rsid w:val="00E61D58"/>
    <w:rsid w:val="00E62369"/>
    <w:rsid w:val="00E63821"/>
    <w:rsid w:val="00E65332"/>
    <w:rsid w:val="00E7127D"/>
    <w:rsid w:val="00E73745"/>
    <w:rsid w:val="00E73E22"/>
    <w:rsid w:val="00E7543E"/>
    <w:rsid w:val="00E75D82"/>
    <w:rsid w:val="00E82325"/>
    <w:rsid w:val="00E836EB"/>
    <w:rsid w:val="00E853BC"/>
    <w:rsid w:val="00E90432"/>
    <w:rsid w:val="00EA08C8"/>
    <w:rsid w:val="00EA1B56"/>
    <w:rsid w:val="00EA6062"/>
    <w:rsid w:val="00EB18B2"/>
    <w:rsid w:val="00EB3E3F"/>
    <w:rsid w:val="00EC62DD"/>
    <w:rsid w:val="00ED1B6E"/>
    <w:rsid w:val="00ED3252"/>
    <w:rsid w:val="00ED510E"/>
    <w:rsid w:val="00ED6DE2"/>
    <w:rsid w:val="00EE19E3"/>
    <w:rsid w:val="00EE4BC3"/>
    <w:rsid w:val="00EF1D4A"/>
    <w:rsid w:val="00EF6F0E"/>
    <w:rsid w:val="00F009CF"/>
    <w:rsid w:val="00F035E6"/>
    <w:rsid w:val="00F11CAE"/>
    <w:rsid w:val="00F15734"/>
    <w:rsid w:val="00F20751"/>
    <w:rsid w:val="00F21B75"/>
    <w:rsid w:val="00F23D90"/>
    <w:rsid w:val="00F255A9"/>
    <w:rsid w:val="00F36E47"/>
    <w:rsid w:val="00F3767A"/>
    <w:rsid w:val="00F409DC"/>
    <w:rsid w:val="00F4111B"/>
    <w:rsid w:val="00F42D35"/>
    <w:rsid w:val="00F44E23"/>
    <w:rsid w:val="00F4761E"/>
    <w:rsid w:val="00F52C86"/>
    <w:rsid w:val="00F56304"/>
    <w:rsid w:val="00F56AC2"/>
    <w:rsid w:val="00F578A9"/>
    <w:rsid w:val="00F609F5"/>
    <w:rsid w:val="00F60CBC"/>
    <w:rsid w:val="00F60F98"/>
    <w:rsid w:val="00F64BB9"/>
    <w:rsid w:val="00F65831"/>
    <w:rsid w:val="00F6607C"/>
    <w:rsid w:val="00F71837"/>
    <w:rsid w:val="00F72025"/>
    <w:rsid w:val="00F74B5E"/>
    <w:rsid w:val="00F7682A"/>
    <w:rsid w:val="00F805CF"/>
    <w:rsid w:val="00F81624"/>
    <w:rsid w:val="00F821D5"/>
    <w:rsid w:val="00F908AF"/>
    <w:rsid w:val="00F91465"/>
    <w:rsid w:val="00F92DF3"/>
    <w:rsid w:val="00F95F06"/>
    <w:rsid w:val="00F9645B"/>
    <w:rsid w:val="00F9773D"/>
    <w:rsid w:val="00FA54FA"/>
    <w:rsid w:val="00FB4AB1"/>
    <w:rsid w:val="00FC0529"/>
    <w:rsid w:val="00FC267C"/>
    <w:rsid w:val="00FC5DFE"/>
    <w:rsid w:val="00FD0FF7"/>
    <w:rsid w:val="00FD1379"/>
    <w:rsid w:val="00FD1CCF"/>
    <w:rsid w:val="00FD377A"/>
    <w:rsid w:val="00FD55F2"/>
    <w:rsid w:val="00FD6348"/>
    <w:rsid w:val="00FE3FAA"/>
    <w:rsid w:val="00FE51A8"/>
    <w:rsid w:val="00FF0B77"/>
    <w:rsid w:val="00FF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874348"/>
  <w14:defaultImageDpi w14:val="0"/>
  <w15:docId w15:val="{85057897-C001-4316-9352-6DB2BC69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95CE4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65332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sid w:val="00595CE4"/>
    <w:rPr>
      <w:rFonts w:asciiTheme="majorHAnsi" w:eastAsiaTheme="majorEastAsia" w:hAnsiTheme="majorHAnsi" w:cs="Mangal"/>
      <w:color w:val="365F91" w:themeColor="accent1" w:themeShade="BF"/>
      <w:kern w:val="1"/>
      <w:sz w:val="29"/>
      <w:szCs w:val="29"/>
      <w:lang w:val="x-none" w:eastAsia="zh-CN" w:bidi="hi-IN"/>
    </w:rPr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E61D58"/>
    <w:pPr>
      <w:widowControl w:val="0"/>
      <w:suppressAutoHyphens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B957AF"/>
    <w:rPr>
      <w:rFonts w:eastAsia="SimSun"/>
      <w:kern w:val="1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33A98"/>
    <w:pPr>
      <w:jc w:val="both"/>
    </w:pPr>
    <w:rPr>
      <w:rFonts w:eastAsia="SimSun" w:cs="Mangal"/>
      <w:kern w:val="1"/>
      <w:sz w:val="16"/>
      <w:szCs w:val="16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customStyle="1" w:styleId="notbold">
    <w:name w:val="notbold"/>
    <w:basedOn w:val="Liguvaikefont"/>
    <w:rsid w:val="009A1B7D"/>
    <w:rPr>
      <w:rFonts w:cs="Times New Roman"/>
    </w:rPr>
  </w:style>
  <w:style w:type="character" w:customStyle="1" w:styleId="apple-converted-space">
    <w:name w:val="apple-converted-space"/>
    <w:basedOn w:val="Liguvaikefont"/>
    <w:rsid w:val="009A1B7D"/>
    <w:rPr>
      <w:rFonts w:cs="Times New Roman"/>
    </w:rPr>
  </w:style>
  <w:style w:type="character" w:customStyle="1" w:styleId="xbe">
    <w:name w:val="_xbe"/>
    <w:basedOn w:val="Liguvaikefont"/>
    <w:rsid w:val="00E5099E"/>
    <w:rPr>
      <w:rFonts w:cs="Times New Roman"/>
    </w:rPr>
  </w:style>
  <w:style w:type="paragraph" w:styleId="Loendilik">
    <w:name w:val="List Paragraph"/>
    <w:basedOn w:val="Normaallaad"/>
    <w:uiPriority w:val="34"/>
    <w:qFormat/>
    <w:rsid w:val="005C7B7F"/>
    <w:pPr>
      <w:ind w:left="720"/>
      <w:contextualSpacing/>
    </w:pPr>
    <w:rPr>
      <w:rFonts w:cs="Mangal"/>
      <w:szCs w:val="21"/>
    </w:rPr>
  </w:style>
  <w:style w:type="paragraph" w:styleId="Normaallaadveeb">
    <w:name w:val="Normal (Web)"/>
    <w:basedOn w:val="Normaallaad"/>
    <w:uiPriority w:val="99"/>
    <w:rsid w:val="00A73F17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styleId="Allmrkusetekst">
    <w:name w:val="footnote text"/>
    <w:basedOn w:val="Normaallaad"/>
    <w:link w:val="AllmrkusetekstMrk"/>
    <w:uiPriority w:val="99"/>
    <w:rsid w:val="006F4026"/>
    <w:pPr>
      <w:spacing w:line="240" w:lineRule="auto"/>
    </w:pPr>
    <w:rPr>
      <w:rFonts w:cs="Mangal"/>
      <w:sz w:val="20"/>
      <w:szCs w:val="18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6F4026"/>
    <w:rPr>
      <w:rFonts w:eastAsia="SimSun" w:cs="Mangal"/>
      <w:kern w:val="1"/>
      <w:szCs w:val="18"/>
      <w:lang w:eastAsia="zh-CN" w:bidi="hi-IN"/>
    </w:rPr>
  </w:style>
  <w:style w:type="character" w:styleId="Allmrkuseviide">
    <w:name w:val="footnote reference"/>
    <w:basedOn w:val="Liguvaikefont"/>
    <w:uiPriority w:val="99"/>
    <w:rsid w:val="006F4026"/>
    <w:rPr>
      <w:vertAlign w:val="superscript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65332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zh-CN" w:bidi="hi-IN"/>
    </w:rPr>
  </w:style>
  <w:style w:type="character" w:styleId="Tugev">
    <w:name w:val="Strong"/>
    <w:basedOn w:val="Liguvaikefont"/>
    <w:uiPriority w:val="22"/>
    <w:qFormat/>
    <w:rsid w:val="008D147B"/>
    <w:rPr>
      <w:b/>
      <w:bCs/>
    </w:rPr>
  </w:style>
  <w:style w:type="character" w:customStyle="1" w:styleId="break-word">
    <w:name w:val="break-word"/>
    <w:basedOn w:val="Liguvaikefont"/>
    <w:rsid w:val="00C10720"/>
  </w:style>
  <w:style w:type="paragraph" w:styleId="Vahedeta">
    <w:name w:val="No Spacing"/>
    <w:uiPriority w:val="1"/>
    <w:qFormat/>
    <w:rsid w:val="00C10720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ng-scope">
    <w:name w:val="ng-scope"/>
    <w:basedOn w:val="Liguvaikefont"/>
    <w:rsid w:val="007C7F49"/>
  </w:style>
  <w:style w:type="paragraph" w:customStyle="1" w:styleId="Default">
    <w:name w:val="Default"/>
    <w:rsid w:val="001704F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2C315B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624560"/>
    <w:rPr>
      <w:color w:val="605E5C"/>
      <w:shd w:val="clear" w:color="auto" w:fill="E1DFDD"/>
    </w:rPr>
  </w:style>
  <w:style w:type="character" w:customStyle="1" w:styleId="Lahendamatamainimine3">
    <w:name w:val="Lahendamata mainimine3"/>
    <w:basedOn w:val="Liguvaikefont"/>
    <w:uiPriority w:val="99"/>
    <w:semiHidden/>
    <w:unhideWhenUsed/>
    <w:rsid w:val="007F1F45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1C7368"/>
    <w:rPr>
      <w:color w:val="605E5C"/>
      <w:shd w:val="clear" w:color="auto" w:fill="E1DFDD"/>
    </w:rPr>
  </w:style>
  <w:style w:type="character" w:customStyle="1" w:styleId="ng-bindingng-scope">
    <w:name w:val="ng-binding ng-scope"/>
    <w:basedOn w:val="Liguvaikefont"/>
    <w:rsid w:val="00056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5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rina.embrich@atko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ndra.palu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nked@rtk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6203AC0-FD32-4DC8-B053-9EC660506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5</TotalTime>
  <Pages>1</Pages>
  <Words>136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Ulvi.Reimets@fin.ee</dc:creator>
  <cp:keywords/>
  <dc:description/>
  <cp:lastModifiedBy>Ulvi Reimets</cp:lastModifiedBy>
  <cp:revision>3</cp:revision>
  <cp:lastPrinted>2023-02-01T09:51:00Z</cp:lastPrinted>
  <dcterms:created xsi:type="dcterms:W3CDTF">2025-02-12T14:33:00Z</dcterms:created>
  <dcterms:modified xsi:type="dcterms:W3CDTF">2025-02-13T06:33:00Z</dcterms:modified>
</cp:coreProperties>
</file>